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0A" w:rsidRPr="00D267AB" w:rsidRDefault="00F20B0A" w:rsidP="00D267AB">
      <w:pPr>
        <w:pStyle w:val="Outlinetitle"/>
      </w:pPr>
      <w:r w:rsidRPr="00D267AB">
        <w:t xml:space="preserve">Outline for a </w:t>
      </w:r>
      <w:r w:rsidR="00911886">
        <w:t>Demonstration</w:t>
      </w:r>
    </w:p>
    <w:p w:rsidR="00F20B0A" w:rsidRPr="00911886" w:rsidRDefault="00F20B0A" w:rsidP="00F20B0A">
      <w:pPr>
        <w:jc w:val="center"/>
        <w:rPr>
          <w:sz w:val="28"/>
          <w:szCs w:val="28"/>
        </w:rPr>
      </w:pPr>
      <w:r w:rsidRPr="00911886">
        <w:rPr>
          <w:sz w:val="28"/>
          <w:szCs w:val="28"/>
        </w:rPr>
        <w:t>Title of your speech</w:t>
      </w:r>
      <w:r w:rsidR="00911886">
        <w:rPr>
          <w:sz w:val="28"/>
          <w:szCs w:val="28"/>
        </w:rPr>
        <w:t>____</w:t>
      </w:r>
      <w:r w:rsidR="00911886" w:rsidRPr="00911886">
        <w:rPr>
          <w:sz w:val="28"/>
          <w:szCs w:val="28"/>
        </w:rPr>
        <w:t>______________________________________________________</w:t>
      </w:r>
    </w:p>
    <w:p w:rsidR="00F20B0A" w:rsidRPr="00911886" w:rsidRDefault="00F20B0A" w:rsidP="00F20B0A">
      <w:pPr>
        <w:jc w:val="center"/>
        <w:rPr>
          <w:sz w:val="28"/>
          <w:szCs w:val="28"/>
        </w:rPr>
      </w:pPr>
      <w:r w:rsidRPr="00911886">
        <w:rPr>
          <w:sz w:val="28"/>
          <w:szCs w:val="28"/>
        </w:rPr>
        <w:t>Topic</w:t>
      </w:r>
      <w:r w:rsidR="00911886">
        <w:rPr>
          <w:sz w:val="28"/>
          <w:szCs w:val="28"/>
        </w:rPr>
        <w:t>: ___________</w:t>
      </w:r>
      <w:r w:rsidR="00911886" w:rsidRPr="00911886">
        <w:rPr>
          <w:sz w:val="28"/>
          <w:szCs w:val="28"/>
        </w:rPr>
        <w:t>___________________________________________________________</w:t>
      </w:r>
    </w:p>
    <w:p w:rsidR="00F20B0A" w:rsidRPr="00D545E7" w:rsidRDefault="00F20B0A" w:rsidP="00F20B0A">
      <w:pPr>
        <w:jc w:val="center"/>
        <w:rPr>
          <w:b/>
        </w:rPr>
      </w:pPr>
      <w:r w:rsidRPr="00911886">
        <w:rPr>
          <w:sz w:val="28"/>
          <w:szCs w:val="28"/>
        </w:rPr>
        <w:t>Date of presentation</w:t>
      </w:r>
      <w:r w:rsidR="00911886" w:rsidRPr="00911886">
        <w:rPr>
          <w:sz w:val="28"/>
          <w:szCs w:val="28"/>
        </w:rPr>
        <w:t>: _______________</w:t>
      </w:r>
      <w:bookmarkStart w:id="0" w:name="_GoBack"/>
      <w:bookmarkEnd w:id="0"/>
      <w:r w:rsidR="00911886" w:rsidRPr="00911886">
        <w:rPr>
          <w:sz w:val="28"/>
          <w:szCs w:val="28"/>
        </w:rPr>
        <w:t>____________________________________________</w:t>
      </w:r>
    </w:p>
    <w:p w:rsidR="00F20B0A" w:rsidRDefault="00F20B0A" w:rsidP="006D7F7A">
      <w:pPr>
        <w:pStyle w:val="Heading1"/>
      </w:pPr>
      <w:r>
        <w:t>Introduction</w:t>
      </w:r>
    </w:p>
    <w:p w:rsidR="00F20B0A" w:rsidRPr="00F20B0A" w:rsidRDefault="00F20B0A" w:rsidP="006D7F7A">
      <w:pPr>
        <w:pStyle w:val="Heading2"/>
      </w:pPr>
      <w:r>
        <w:t>Capture your audience’s attention with a quote, anecdote, or personal experience</w:t>
      </w:r>
      <w:r w:rsidR="00911886">
        <w:t>_______________________________________________________________________________________________________________________________________________________________________________________</w:t>
      </w:r>
    </w:p>
    <w:p w:rsidR="00F20B0A" w:rsidRDefault="00F20B0A" w:rsidP="006D7F7A">
      <w:pPr>
        <w:pStyle w:val="Heading2"/>
      </w:pPr>
      <w:r>
        <w:t>Build up to your case or the main reason for your speech</w:t>
      </w:r>
      <w:r w:rsidR="00911886">
        <w:t>__________________________________________________________________________________________________________________________________________________________________________________________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pStyle w:val="Heading1"/>
      </w:pPr>
      <w:r>
        <w:t>Body</w:t>
      </w:r>
      <w:r w:rsidR="00F20B0A">
        <w:t xml:space="preserve">: </w:t>
      </w:r>
      <w:r>
        <w:t xml:space="preserve">(Write down the steps in order.) </w:t>
      </w:r>
      <w:r w:rsidRPr="00911886">
        <w:t>________________________________________________________________________________________________________________________</w:t>
      </w:r>
      <w:r w:rsidRPr="009118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lastRenderedPageBreak/>
        <w:t>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</w:p>
    <w:p w:rsidR="00F20B0A" w:rsidRDefault="00F20B0A" w:rsidP="00911886">
      <w:pPr>
        <w:pStyle w:val="Heading1"/>
      </w:pPr>
      <w:r>
        <w:t>Conclusion</w:t>
      </w:r>
      <w:r w:rsidR="00911886">
        <w:t xml:space="preserve"> (r</w:t>
      </w:r>
      <w:r>
        <w:t>estate your main points</w:t>
      </w:r>
      <w:r w:rsidR="00911886">
        <w:t>, s</w:t>
      </w:r>
      <w:r>
        <w:t>ummarize the ideas you’ve presented</w:t>
      </w:r>
      <w:r w:rsidR="00911886">
        <w:t>, r</w:t>
      </w:r>
      <w:r>
        <w:t>eturn to your introduction or conclude with a compelling remark</w:t>
      </w:r>
      <w:r w:rsidR="00911886">
        <w:t>)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>
      <w:pPr>
        <w:rPr>
          <w:b/>
        </w:rPr>
      </w:pPr>
      <w:r w:rsidRPr="00911886">
        <w:rPr>
          <w:b/>
          <w:sz w:val="40"/>
          <w:szCs w:val="40"/>
        </w:rPr>
        <w:t>__________________________________________________________________________________________________________________________________________________________________</w:t>
      </w:r>
    </w:p>
    <w:p w:rsidR="00911886" w:rsidRPr="00911886" w:rsidRDefault="00911886" w:rsidP="00911886"/>
    <w:sectPr w:rsidR="00911886" w:rsidRPr="00911886" w:rsidSect="009118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34B67"/>
    <w:multiLevelType w:val="multilevel"/>
    <w:tmpl w:val="04090027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27970227"/>
    <w:multiLevelType w:val="multilevel"/>
    <w:tmpl w:val="693ED4C6"/>
    <w:lvl w:ilvl="0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886"/>
    <w:rsid w:val="00575628"/>
    <w:rsid w:val="005A68FC"/>
    <w:rsid w:val="00602CE4"/>
    <w:rsid w:val="006D7F7A"/>
    <w:rsid w:val="00876278"/>
    <w:rsid w:val="00911886"/>
    <w:rsid w:val="00A13FDB"/>
    <w:rsid w:val="00AC4672"/>
    <w:rsid w:val="00B96BBC"/>
    <w:rsid w:val="00D267AB"/>
    <w:rsid w:val="00E62212"/>
    <w:rsid w:val="00F2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B0A"/>
    <w:rPr>
      <w:sz w:val="24"/>
      <w:szCs w:val="24"/>
    </w:rPr>
  </w:style>
  <w:style w:type="paragraph" w:styleId="Heading1">
    <w:name w:val="heading 1"/>
    <w:basedOn w:val="Normal"/>
    <w:next w:val="Normal"/>
    <w:qFormat/>
    <w:rsid w:val="00F20B0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20B0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20B0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20B0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20B0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20B0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20B0A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20B0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20B0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Outlinetitle">
    <w:name w:val="Outline title"/>
    <w:basedOn w:val="Normal"/>
    <w:rsid w:val="00A13FDB"/>
    <w:pPr>
      <w:spacing w:after="360"/>
      <w:jc w:val="center"/>
    </w:pPr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lon\Application%20Data\Microsoft\Templates\Speech%20outl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Speech outline</Template>
  <TotalTime>94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1</cp:revision>
  <cp:lastPrinted>2012-02-27T15:30:00Z</cp:lastPrinted>
  <dcterms:created xsi:type="dcterms:W3CDTF">2012-02-27T15:23:00Z</dcterms:created>
  <dcterms:modified xsi:type="dcterms:W3CDTF">2012-02-27T19:15:00Z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TC010219721033</vt:lpwstr>
  </property>
</Properties>
</file>